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8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3"/>
        <w:gridCol w:w="6498"/>
        <w:gridCol w:w="1126"/>
        <w:gridCol w:w="1156"/>
        <w:gridCol w:w="1349"/>
      </w:tblGrid>
      <w:tr w:rsidR="0015565B" w:rsidRPr="00DF25B3" w:rsidTr="00926973">
        <w:trPr>
          <w:trHeight w:val="315"/>
          <w:jc w:val="center"/>
        </w:trPr>
        <w:tc>
          <w:tcPr>
            <w:tcW w:w="7211" w:type="dxa"/>
            <w:gridSpan w:val="2"/>
            <w:shd w:val="clear" w:color="auto" w:fill="auto"/>
            <w:noWrap/>
            <w:vAlign w:val="bottom"/>
          </w:tcPr>
          <w:p w:rsidR="0015565B" w:rsidRPr="00DF25B3" w:rsidRDefault="002129F6" w:rsidP="007750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ΤΜΗΜΑ  Ε</w:t>
            </w:r>
          </w:p>
        </w:tc>
        <w:tc>
          <w:tcPr>
            <w:tcW w:w="1126" w:type="dxa"/>
          </w:tcPr>
          <w:p w:rsidR="0015565B" w:rsidRPr="00DF25B3" w:rsidRDefault="0015565B" w:rsidP="007750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156" w:type="dxa"/>
            <w:shd w:val="clear" w:color="auto" w:fill="auto"/>
            <w:noWrap/>
            <w:vAlign w:val="bottom"/>
          </w:tcPr>
          <w:p w:rsidR="0015565B" w:rsidRPr="00DF25B3" w:rsidRDefault="0015565B" w:rsidP="007750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349" w:type="dxa"/>
            <w:shd w:val="clear" w:color="auto" w:fill="auto"/>
            <w:noWrap/>
            <w:vAlign w:val="bottom"/>
          </w:tcPr>
          <w:p w:rsidR="0015565B" w:rsidRPr="00DF25B3" w:rsidRDefault="0015565B" w:rsidP="0077506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l-GR"/>
              </w:rPr>
            </w:pPr>
          </w:p>
        </w:tc>
      </w:tr>
      <w:tr w:rsidR="0015565B" w:rsidRPr="00DF25B3" w:rsidTr="00926973">
        <w:trPr>
          <w:trHeight w:val="315"/>
          <w:jc w:val="center"/>
        </w:trPr>
        <w:tc>
          <w:tcPr>
            <w:tcW w:w="7211" w:type="dxa"/>
            <w:gridSpan w:val="2"/>
            <w:shd w:val="clear" w:color="auto" w:fill="auto"/>
            <w:noWrap/>
            <w:vAlign w:val="bottom"/>
            <w:hideMark/>
          </w:tcPr>
          <w:p w:rsidR="0015565B" w:rsidRPr="00DF25B3" w:rsidRDefault="001E6292" w:rsidP="00764D6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ΕΙΔΟΣ</w:t>
            </w:r>
            <w:r w:rsidRPr="001E6292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 xml:space="preserve"> </w:t>
            </w:r>
            <w:r w:rsidR="00C41E80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Ε18-</w:t>
            </w:r>
            <w:r w:rsidR="00C41E80" w:rsidRPr="00C41E80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 xml:space="preserve">Ο2.Ε93 </w:t>
            </w:r>
            <w:r w:rsidR="004F0A1A" w:rsidRPr="004F0A1A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 xml:space="preserve"> </w:t>
            </w:r>
            <w:bookmarkStart w:id="0" w:name="_GoBack"/>
            <w:bookmarkEnd w:id="0"/>
            <w:r w:rsidR="00C41E80" w:rsidRPr="00C41E80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Ενισχυτής Τύπου 01</w:t>
            </w:r>
          </w:p>
        </w:tc>
        <w:tc>
          <w:tcPr>
            <w:tcW w:w="1126" w:type="dxa"/>
          </w:tcPr>
          <w:p w:rsidR="0015565B" w:rsidRPr="00DF25B3" w:rsidRDefault="0015565B" w:rsidP="007750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:rsidR="0015565B" w:rsidRPr="00DF25B3" w:rsidRDefault="0015565B" w:rsidP="007750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349" w:type="dxa"/>
            <w:shd w:val="clear" w:color="auto" w:fill="auto"/>
            <w:noWrap/>
            <w:vAlign w:val="bottom"/>
            <w:hideMark/>
          </w:tcPr>
          <w:p w:rsidR="0015565B" w:rsidRPr="00DF25B3" w:rsidRDefault="0015565B" w:rsidP="0077506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l-GR"/>
              </w:rPr>
            </w:pPr>
          </w:p>
        </w:tc>
      </w:tr>
      <w:tr w:rsidR="0015565B" w:rsidRPr="00DF25B3" w:rsidTr="00926973">
        <w:trPr>
          <w:trHeight w:val="315"/>
          <w:jc w:val="center"/>
        </w:trPr>
        <w:tc>
          <w:tcPr>
            <w:tcW w:w="713" w:type="dxa"/>
            <w:shd w:val="clear" w:color="auto" w:fill="auto"/>
            <w:noWrap/>
            <w:vAlign w:val="bottom"/>
            <w:hideMark/>
          </w:tcPr>
          <w:p w:rsidR="0015565B" w:rsidRPr="002129F6" w:rsidRDefault="0015565B" w:rsidP="00775065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color w:val="000000"/>
                <w:lang w:eastAsia="el-GR"/>
              </w:rPr>
            </w:pPr>
            <w:r w:rsidRPr="002129F6">
              <w:rPr>
                <w:rFonts w:ascii="Calibri" w:eastAsia="Times New Roman" w:hAnsi="Calibri" w:cs="Arial"/>
                <w:b/>
                <w:bCs/>
                <w:color w:val="000000"/>
                <w:lang w:eastAsia="el-GR"/>
              </w:rPr>
              <w:t>Α/Α</w:t>
            </w:r>
          </w:p>
        </w:tc>
        <w:tc>
          <w:tcPr>
            <w:tcW w:w="6498" w:type="dxa"/>
            <w:shd w:val="clear" w:color="auto" w:fill="auto"/>
            <w:vAlign w:val="bottom"/>
            <w:hideMark/>
          </w:tcPr>
          <w:p w:rsidR="0015565B" w:rsidRPr="002129F6" w:rsidRDefault="0015565B" w:rsidP="00775065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color w:val="000000"/>
                <w:lang w:eastAsia="el-GR"/>
              </w:rPr>
            </w:pPr>
            <w:r w:rsidRPr="002129F6">
              <w:rPr>
                <w:rFonts w:ascii="Calibri" w:eastAsia="Times New Roman" w:hAnsi="Calibri" w:cs="Arial"/>
                <w:b/>
                <w:bCs/>
                <w:color w:val="000000"/>
                <w:lang w:eastAsia="el-GR"/>
              </w:rPr>
              <w:t>Απαίτηση</w:t>
            </w:r>
          </w:p>
        </w:tc>
        <w:tc>
          <w:tcPr>
            <w:tcW w:w="1126" w:type="dxa"/>
          </w:tcPr>
          <w:p w:rsidR="0015565B" w:rsidRPr="002129F6" w:rsidRDefault="0015565B" w:rsidP="00775065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color w:val="000000"/>
                <w:lang w:eastAsia="el-GR"/>
              </w:rPr>
            </w:pPr>
            <w:r w:rsidRPr="002129F6">
              <w:rPr>
                <w:rFonts w:ascii="Calibri" w:eastAsia="Times New Roman" w:hAnsi="Calibri" w:cs="Arial"/>
                <w:b/>
                <w:bCs/>
                <w:color w:val="000000"/>
                <w:lang w:eastAsia="el-GR"/>
              </w:rPr>
              <w:t xml:space="preserve">Απαίτηση 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:rsidR="0015565B" w:rsidRPr="002129F6" w:rsidRDefault="0015565B" w:rsidP="00775065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color w:val="000000"/>
                <w:lang w:eastAsia="el-GR"/>
              </w:rPr>
            </w:pPr>
            <w:r w:rsidRPr="002129F6">
              <w:rPr>
                <w:rFonts w:ascii="Calibri" w:eastAsia="Times New Roman" w:hAnsi="Calibri" w:cs="Arial"/>
                <w:b/>
                <w:bCs/>
                <w:color w:val="000000"/>
                <w:lang w:eastAsia="el-GR"/>
              </w:rPr>
              <w:t>Απάντηση</w:t>
            </w:r>
          </w:p>
        </w:tc>
        <w:tc>
          <w:tcPr>
            <w:tcW w:w="1349" w:type="dxa"/>
            <w:shd w:val="clear" w:color="auto" w:fill="auto"/>
            <w:noWrap/>
            <w:vAlign w:val="bottom"/>
            <w:hideMark/>
          </w:tcPr>
          <w:p w:rsidR="0015565B" w:rsidRPr="002129F6" w:rsidRDefault="0015565B" w:rsidP="00775065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color w:val="000000"/>
                <w:lang w:eastAsia="el-GR"/>
              </w:rPr>
            </w:pPr>
            <w:r w:rsidRPr="002129F6">
              <w:rPr>
                <w:rFonts w:ascii="Calibri" w:eastAsia="Times New Roman" w:hAnsi="Calibri" w:cs="Arial"/>
                <w:b/>
                <w:bCs/>
                <w:color w:val="000000"/>
                <w:lang w:eastAsia="el-GR"/>
              </w:rPr>
              <w:t>Παραπομπή</w:t>
            </w:r>
          </w:p>
        </w:tc>
      </w:tr>
      <w:tr w:rsidR="00C41E80" w:rsidRPr="00DF25B3" w:rsidTr="009C38D0">
        <w:trPr>
          <w:trHeight w:val="572"/>
          <w:jc w:val="center"/>
        </w:trPr>
        <w:tc>
          <w:tcPr>
            <w:tcW w:w="713" w:type="dxa"/>
            <w:shd w:val="clear" w:color="auto" w:fill="auto"/>
            <w:noWrap/>
            <w:vAlign w:val="center"/>
            <w:hideMark/>
          </w:tcPr>
          <w:p w:rsidR="00C41E80" w:rsidRPr="00DF25B3" w:rsidRDefault="00C41E80" w:rsidP="00C41E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1</w:t>
            </w: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41E80" w:rsidRPr="00A8070F" w:rsidRDefault="00C41E80" w:rsidP="00C41E80">
            <w:pPr>
              <w:rPr>
                <w:lang w:val="en-US"/>
              </w:rPr>
            </w:pPr>
            <w:r w:rsidRPr="00A8070F">
              <w:rPr>
                <w:lang w:val="en-US"/>
              </w:rPr>
              <w:t>2 x 150W RMS each channel on 8 Ohm</w:t>
            </w:r>
          </w:p>
        </w:tc>
        <w:tc>
          <w:tcPr>
            <w:tcW w:w="1126" w:type="dxa"/>
            <w:vAlign w:val="center"/>
          </w:tcPr>
          <w:p w:rsidR="00C41E80" w:rsidRPr="00DF25B3" w:rsidRDefault="00C41E80" w:rsidP="00C41E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:rsidR="00C41E80" w:rsidRPr="00DF25B3" w:rsidRDefault="00C41E80" w:rsidP="00C41E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349" w:type="dxa"/>
            <w:shd w:val="clear" w:color="auto" w:fill="auto"/>
            <w:noWrap/>
            <w:vAlign w:val="bottom"/>
            <w:hideMark/>
          </w:tcPr>
          <w:p w:rsidR="00C41E80" w:rsidRPr="00DF25B3" w:rsidRDefault="00C41E80" w:rsidP="00C41E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C41E80" w:rsidRPr="00DF25B3" w:rsidTr="009C38D0">
        <w:trPr>
          <w:trHeight w:val="409"/>
          <w:jc w:val="center"/>
        </w:trPr>
        <w:tc>
          <w:tcPr>
            <w:tcW w:w="713" w:type="dxa"/>
            <w:shd w:val="clear" w:color="auto" w:fill="auto"/>
            <w:noWrap/>
            <w:vAlign w:val="center"/>
            <w:hideMark/>
          </w:tcPr>
          <w:p w:rsidR="00C41E80" w:rsidRPr="00DF25B3" w:rsidRDefault="00C41E80" w:rsidP="00C41E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2</w:t>
            </w: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E80" w:rsidRPr="00A8070F" w:rsidRDefault="00C41E80" w:rsidP="00C41E80">
            <w:pPr>
              <w:rPr>
                <w:lang w:val="en-US"/>
              </w:rPr>
            </w:pPr>
            <w:r w:rsidRPr="00A8070F">
              <w:rPr>
                <w:lang w:val="en-US"/>
              </w:rPr>
              <w:t>2 x250W RMS each channel on 4 Ohm</w:t>
            </w:r>
          </w:p>
        </w:tc>
        <w:tc>
          <w:tcPr>
            <w:tcW w:w="1126" w:type="dxa"/>
            <w:vAlign w:val="center"/>
          </w:tcPr>
          <w:p w:rsidR="00C41E80" w:rsidRPr="00DF25B3" w:rsidRDefault="00C41E80" w:rsidP="00C41E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:rsidR="00C41E80" w:rsidRPr="00DF25B3" w:rsidRDefault="00C41E80" w:rsidP="00C41E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349" w:type="dxa"/>
            <w:shd w:val="clear" w:color="auto" w:fill="auto"/>
            <w:noWrap/>
            <w:vAlign w:val="bottom"/>
            <w:hideMark/>
          </w:tcPr>
          <w:p w:rsidR="00C41E80" w:rsidRPr="00DF25B3" w:rsidRDefault="00C41E80" w:rsidP="00C41E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C41E80" w:rsidRPr="00DF25B3" w:rsidTr="009C38D0">
        <w:trPr>
          <w:trHeight w:val="387"/>
          <w:jc w:val="center"/>
        </w:trPr>
        <w:tc>
          <w:tcPr>
            <w:tcW w:w="713" w:type="dxa"/>
            <w:shd w:val="clear" w:color="auto" w:fill="auto"/>
            <w:noWrap/>
            <w:vAlign w:val="center"/>
            <w:hideMark/>
          </w:tcPr>
          <w:p w:rsidR="00C41E80" w:rsidRPr="00DF25B3" w:rsidRDefault="00C41E80" w:rsidP="00C41E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3</w:t>
            </w: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E80" w:rsidRPr="00A8070F" w:rsidRDefault="00C41E80" w:rsidP="00C41E80">
            <w:pPr>
              <w:rPr>
                <w:lang w:val="en-GB"/>
              </w:rPr>
            </w:pPr>
            <w:r w:rsidRPr="00A8070F">
              <w:rPr>
                <w:lang w:val="en-GB"/>
              </w:rPr>
              <w:t>THD : 0,1% or minor</w:t>
            </w:r>
          </w:p>
        </w:tc>
        <w:tc>
          <w:tcPr>
            <w:tcW w:w="1126" w:type="dxa"/>
            <w:vAlign w:val="center"/>
          </w:tcPr>
          <w:p w:rsidR="00C41E80" w:rsidRPr="00DF25B3" w:rsidRDefault="00C41E80" w:rsidP="00C41E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:rsidR="00C41E80" w:rsidRPr="00DF25B3" w:rsidRDefault="00C41E80" w:rsidP="00C41E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349" w:type="dxa"/>
            <w:shd w:val="clear" w:color="auto" w:fill="auto"/>
            <w:noWrap/>
            <w:vAlign w:val="bottom"/>
            <w:hideMark/>
          </w:tcPr>
          <w:p w:rsidR="00C41E80" w:rsidRPr="00DF25B3" w:rsidRDefault="00C41E80" w:rsidP="00C41E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C41E80" w:rsidRPr="00A8070F" w:rsidTr="004F0A1A">
        <w:trPr>
          <w:trHeight w:val="385"/>
          <w:jc w:val="center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E80" w:rsidRPr="004F4432" w:rsidRDefault="00C41E80" w:rsidP="00C41E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4F4432">
              <w:rPr>
                <w:rFonts w:ascii="Arial" w:eastAsia="Times New Roman" w:hAnsi="Arial" w:cs="Arial"/>
                <w:color w:val="000000"/>
                <w:lang w:eastAsia="el-GR"/>
              </w:rPr>
              <w:t>4</w:t>
            </w: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E80" w:rsidRPr="00A8070F" w:rsidRDefault="00C41E80" w:rsidP="00C41E80">
            <w:pPr>
              <w:rPr>
                <w:lang w:val="en-GB"/>
              </w:rPr>
            </w:pPr>
            <w:r w:rsidRPr="00A8070F">
              <w:rPr>
                <w:lang w:val="en-GB"/>
              </w:rPr>
              <w:t>Απ</w:t>
            </w:r>
            <w:proofErr w:type="spellStart"/>
            <w:r w:rsidRPr="00A8070F">
              <w:rPr>
                <w:lang w:val="en-GB"/>
              </w:rPr>
              <w:t>όκριση</w:t>
            </w:r>
            <w:proofErr w:type="spellEnd"/>
            <w:r w:rsidRPr="00A8070F">
              <w:rPr>
                <w:lang w:val="en-GB"/>
              </w:rPr>
              <w:t xml:space="preserve"> </w:t>
            </w:r>
            <w:proofErr w:type="spellStart"/>
            <w:r w:rsidRPr="00A8070F">
              <w:rPr>
                <w:lang w:val="en-GB"/>
              </w:rPr>
              <w:t>συχνότητ</w:t>
            </w:r>
            <w:proofErr w:type="spellEnd"/>
            <w:r w:rsidRPr="00A8070F">
              <w:rPr>
                <w:lang w:val="en-GB"/>
              </w:rPr>
              <w:t>ας : 10 Hz - 50 KHz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E80" w:rsidRPr="004F4432" w:rsidRDefault="00C41E80" w:rsidP="00C41E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4F4432"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1E80" w:rsidRPr="004F4432" w:rsidRDefault="00C41E80" w:rsidP="00C41E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4F4432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1E80" w:rsidRPr="004F4432" w:rsidRDefault="00C41E80" w:rsidP="00C41E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4F4432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C41E80" w:rsidRPr="00A8070F" w:rsidTr="00C41E80">
        <w:trPr>
          <w:trHeight w:val="277"/>
          <w:jc w:val="center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1E80" w:rsidRPr="004F4432" w:rsidRDefault="00C41E80" w:rsidP="00C41E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4F4432">
              <w:rPr>
                <w:rFonts w:ascii="Arial" w:eastAsia="Times New Roman" w:hAnsi="Arial" w:cs="Arial"/>
                <w:color w:val="000000"/>
                <w:lang w:eastAsia="el-GR"/>
              </w:rPr>
              <w:t>5</w:t>
            </w: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E80" w:rsidRPr="00A8070F" w:rsidRDefault="00C41E80" w:rsidP="00C41E80">
            <w:pPr>
              <w:rPr>
                <w:lang w:val="en-GB"/>
              </w:rPr>
            </w:pPr>
            <w:proofErr w:type="spellStart"/>
            <w:r w:rsidRPr="00A8070F">
              <w:rPr>
                <w:lang w:val="en-GB"/>
              </w:rPr>
              <w:t>Ευ</w:t>
            </w:r>
            <w:proofErr w:type="spellEnd"/>
            <w:r w:rsidRPr="00A8070F">
              <w:rPr>
                <w:lang w:val="en-GB"/>
              </w:rPr>
              <w:t xml:space="preserve">αισθησία </w:t>
            </w:r>
            <w:proofErr w:type="spellStart"/>
            <w:r w:rsidRPr="00A8070F">
              <w:rPr>
                <w:lang w:val="en-GB"/>
              </w:rPr>
              <w:t>εισόδου</w:t>
            </w:r>
            <w:proofErr w:type="spellEnd"/>
            <w:r w:rsidRPr="00A8070F">
              <w:rPr>
                <w:lang w:val="en-GB"/>
              </w:rPr>
              <w:t xml:space="preserve"> : 0,775V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E80" w:rsidRPr="004F4432" w:rsidRDefault="00C41E80" w:rsidP="00C41E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4F4432"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1E80" w:rsidRPr="004F4432" w:rsidRDefault="00C41E80" w:rsidP="00C41E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4F4432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41E80" w:rsidRPr="004F4432" w:rsidRDefault="00C41E80" w:rsidP="00C41E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4F4432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C41E80" w:rsidRPr="00A8070F" w:rsidTr="00C41E80">
        <w:trPr>
          <w:trHeight w:val="423"/>
          <w:jc w:val="center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1E80" w:rsidRPr="004F4432" w:rsidRDefault="00C41E80" w:rsidP="00C41E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6</w:t>
            </w: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E80" w:rsidRPr="00A8070F" w:rsidRDefault="00C41E80" w:rsidP="00C41E80">
            <w:r w:rsidRPr="00A8070F">
              <w:t xml:space="preserve">Λόγος σήματος </w:t>
            </w:r>
            <w:proofErr w:type="spellStart"/>
            <w:r w:rsidRPr="00A8070F">
              <w:t>πρός</w:t>
            </w:r>
            <w:proofErr w:type="spellEnd"/>
            <w:r w:rsidRPr="00A8070F">
              <w:t xml:space="preserve"> θόρυβο: &gt;93</w:t>
            </w:r>
            <w:r w:rsidRPr="00A8070F">
              <w:rPr>
                <w:lang w:val="en-GB"/>
              </w:rPr>
              <w:t>dB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E80" w:rsidRPr="004F4432" w:rsidRDefault="00C41E80" w:rsidP="00C41E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C41E80"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1E80" w:rsidRPr="004F4432" w:rsidRDefault="00C41E80" w:rsidP="00C41E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1E80" w:rsidRPr="004F4432" w:rsidRDefault="00C41E80" w:rsidP="00C41E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</w:tr>
      <w:tr w:rsidR="00C41E80" w:rsidRPr="00A8070F" w:rsidTr="00C41E80">
        <w:trPr>
          <w:trHeight w:val="273"/>
          <w:jc w:val="center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1E80" w:rsidRPr="004F4432" w:rsidRDefault="00C41E80" w:rsidP="00C41E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7</w:t>
            </w: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E80" w:rsidRPr="00A8070F" w:rsidRDefault="00C41E80" w:rsidP="00C41E80">
            <w:pPr>
              <w:rPr>
                <w:lang w:val="en-GB"/>
              </w:rPr>
            </w:pPr>
            <w:proofErr w:type="spellStart"/>
            <w:r w:rsidRPr="00A8070F">
              <w:rPr>
                <w:lang w:val="en-GB"/>
              </w:rPr>
              <w:t>Λόγος</w:t>
            </w:r>
            <w:proofErr w:type="spellEnd"/>
            <w:r w:rsidRPr="00A8070F">
              <w:rPr>
                <w:lang w:val="en-GB"/>
              </w:rPr>
              <w:t xml:space="preserve"> </w:t>
            </w:r>
            <w:proofErr w:type="spellStart"/>
            <w:r w:rsidRPr="00A8070F">
              <w:rPr>
                <w:lang w:val="en-GB"/>
              </w:rPr>
              <w:t>δι</w:t>
            </w:r>
            <w:proofErr w:type="spellEnd"/>
            <w:r w:rsidRPr="00A8070F">
              <w:rPr>
                <w:lang w:val="en-GB"/>
              </w:rPr>
              <w:t>αχωρισμού : &gt;70dB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E80" w:rsidRPr="004F4432" w:rsidRDefault="00C41E80" w:rsidP="00C41E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C41E80"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1E80" w:rsidRPr="004F4432" w:rsidRDefault="00C41E80" w:rsidP="00C41E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1E80" w:rsidRPr="004F4432" w:rsidRDefault="00C41E80" w:rsidP="00C41E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</w:tr>
      <w:tr w:rsidR="00C41E80" w:rsidRPr="00A8070F" w:rsidTr="00C41E80">
        <w:trPr>
          <w:trHeight w:val="273"/>
          <w:jc w:val="center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1E80" w:rsidRPr="00C41E80" w:rsidRDefault="00C41E80" w:rsidP="00C41E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C41E80">
              <w:rPr>
                <w:rFonts w:ascii="Arial" w:eastAsia="Times New Roman" w:hAnsi="Arial" w:cs="Arial"/>
                <w:color w:val="000000"/>
                <w:lang w:eastAsia="el-GR"/>
              </w:rPr>
              <w:t>8</w:t>
            </w: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E80" w:rsidRPr="00A8070F" w:rsidRDefault="00C41E80" w:rsidP="00C41E80">
            <w:pPr>
              <w:rPr>
                <w:lang w:val="en-GB"/>
              </w:rPr>
            </w:pPr>
            <w:r w:rsidRPr="00A8070F">
              <w:rPr>
                <w:lang w:val="en-GB"/>
              </w:rPr>
              <w:t>Dumping factor : &gt;350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E80" w:rsidRPr="00C41E80" w:rsidRDefault="00C41E80" w:rsidP="00C41E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C41E80"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1E80" w:rsidRPr="00C41E80" w:rsidRDefault="00C41E80" w:rsidP="00C41E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C41E80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1E80" w:rsidRPr="00C41E80" w:rsidRDefault="00C41E80" w:rsidP="00C41E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C41E80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C41E80" w:rsidRPr="00A8070F" w:rsidTr="00C41E80">
        <w:trPr>
          <w:trHeight w:val="273"/>
          <w:jc w:val="center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1E80" w:rsidRPr="00C41E80" w:rsidRDefault="00C41E80" w:rsidP="00C41E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C41E80">
              <w:rPr>
                <w:rFonts w:ascii="Arial" w:eastAsia="Times New Roman" w:hAnsi="Arial" w:cs="Arial"/>
                <w:color w:val="000000"/>
                <w:lang w:eastAsia="el-GR"/>
              </w:rPr>
              <w:t>9</w:t>
            </w: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E80" w:rsidRPr="00A8070F" w:rsidRDefault="00C41E80" w:rsidP="00C41E80">
            <w:pPr>
              <w:rPr>
                <w:lang w:val="en-GB"/>
              </w:rPr>
            </w:pPr>
            <w:proofErr w:type="spellStart"/>
            <w:r w:rsidRPr="00A8070F">
              <w:rPr>
                <w:lang w:val="en-GB"/>
              </w:rPr>
              <w:t>Σύνθετη</w:t>
            </w:r>
            <w:proofErr w:type="spellEnd"/>
            <w:r w:rsidRPr="00A8070F">
              <w:rPr>
                <w:lang w:val="en-GB"/>
              </w:rPr>
              <w:t xml:space="preserve"> α</w:t>
            </w:r>
            <w:proofErr w:type="spellStart"/>
            <w:r w:rsidRPr="00A8070F">
              <w:rPr>
                <w:lang w:val="en-GB"/>
              </w:rPr>
              <w:t>ντίστ</w:t>
            </w:r>
            <w:proofErr w:type="spellEnd"/>
            <w:r w:rsidRPr="00A8070F">
              <w:rPr>
                <w:lang w:val="en-GB"/>
              </w:rPr>
              <w:t xml:space="preserve">αση </w:t>
            </w:r>
            <w:proofErr w:type="spellStart"/>
            <w:r w:rsidRPr="00A8070F">
              <w:rPr>
                <w:lang w:val="en-GB"/>
              </w:rPr>
              <w:t>εισόδου</w:t>
            </w:r>
            <w:proofErr w:type="spellEnd"/>
            <w:r w:rsidRPr="00A8070F">
              <w:rPr>
                <w:lang w:val="en-GB"/>
              </w:rPr>
              <w:t>: : 20Kohms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E80" w:rsidRPr="00C41E80" w:rsidRDefault="00C41E80" w:rsidP="00C41E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C41E80"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1E80" w:rsidRPr="00C41E80" w:rsidRDefault="00C41E80" w:rsidP="00C41E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C41E80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1E80" w:rsidRPr="00C41E80" w:rsidRDefault="00C41E80" w:rsidP="00C41E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C41E80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C41E80" w:rsidRPr="00A8070F" w:rsidTr="00C41E80">
        <w:trPr>
          <w:trHeight w:val="273"/>
          <w:jc w:val="center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1E80" w:rsidRPr="00C41E80" w:rsidRDefault="00C41E80" w:rsidP="00C41E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C41E80">
              <w:rPr>
                <w:rFonts w:ascii="Arial" w:eastAsia="Times New Roman" w:hAnsi="Arial" w:cs="Arial"/>
                <w:color w:val="000000"/>
                <w:lang w:eastAsia="el-GR"/>
              </w:rPr>
              <w:t>10</w:t>
            </w: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E80" w:rsidRPr="00A8070F" w:rsidRDefault="00C41E80" w:rsidP="00C41E80">
            <w:pPr>
              <w:rPr>
                <w:lang w:val="en-GB"/>
              </w:rPr>
            </w:pPr>
            <w:r w:rsidRPr="00A8070F">
              <w:rPr>
                <w:lang w:val="en-GB"/>
              </w:rPr>
              <w:t>Slew rate : 45V/</w:t>
            </w:r>
            <w:proofErr w:type="spellStart"/>
            <w:r w:rsidRPr="00A8070F">
              <w:rPr>
                <w:lang w:val="en-GB"/>
              </w:rPr>
              <w:t>microsec</w:t>
            </w:r>
            <w:proofErr w:type="spellEnd"/>
            <w:r w:rsidRPr="00A8070F">
              <w:rPr>
                <w:lang w:val="en-GB"/>
              </w:rPr>
              <w:t>.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E80" w:rsidRPr="00C41E80" w:rsidRDefault="00C41E80" w:rsidP="00C41E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C41E80"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1E80" w:rsidRPr="00C41E80" w:rsidRDefault="00C41E80" w:rsidP="00C41E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C41E80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1E80" w:rsidRPr="00C41E80" w:rsidRDefault="00C41E80" w:rsidP="00C41E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C41E80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C41E80" w:rsidRPr="00A8070F" w:rsidTr="00C41E80">
        <w:trPr>
          <w:trHeight w:val="273"/>
          <w:jc w:val="center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1E80" w:rsidRPr="00C41E80" w:rsidRDefault="00C41E80" w:rsidP="00C41E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C41E80">
              <w:rPr>
                <w:rFonts w:ascii="Arial" w:eastAsia="Times New Roman" w:hAnsi="Arial" w:cs="Arial"/>
                <w:color w:val="000000"/>
                <w:lang w:eastAsia="el-GR"/>
              </w:rPr>
              <w:t>11</w:t>
            </w: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E80" w:rsidRPr="00C41E80" w:rsidRDefault="00C41E80" w:rsidP="00C41E80">
            <w:r w:rsidRPr="00C41E80">
              <w:t xml:space="preserve">Θερμική προστασία, προστασία </w:t>
            </w:r>
            <w:r w:rsidR="009C38D0" w:rsidRPr="00C41E80">
              <w:t>από</w:t>
            </w:r>
            <w:r w:rsidRPr="00C41E80">
              <w:t xml:space="preserve"> βραχυκύκλωμα και </w:t>
            </w:r>
            <w:proofErr w:type="spellStart"/>
            <w:r w:rsidRPr="00C41E80">
              <w:t>υπεροδήγηση</w:t>
            </w:r>
            <w:proofErr w:type="spellEnd"/>
            <w:r w:rsidRPr="00C41E80">
              <w:t>.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E80" w:rsidRPr="00C41E80" w:rsidRDefault="00C41E80" w:rsidP="00C41E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C41E80"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1E80" w:rsidRPr="00C41E80" w:rsidRDefault="00C41E80" w:rsidP="00C41E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C41E80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1E80" w:rsidRPr="00C41E80" w:rsidRDefault="00C41E80" w:rsidP="00C41E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C41E80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C41E80" w:rsidRPr="00A8070F" w:rsidTr="00C41E80">
        <w:trPr>
          <w:trHeight w:val="273"/>
          <w:jc w:val="center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1E80" w:rsidRPr="00C41E80" w:rsidRDefault="00C41E80" w:rsidP="00C41E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C41E80">
              <w:rPr>
                <w:rFonts w:ascii="Arial" w:eastAsia="Times New Roman" w:hAnsi="Arial" w:cs="Arial"/>
                <w:color w:val="000000"/>
                <w:lang w:eastAsia="el-GR"/>
              </w:rPr>
              <w:t>12</w:t>
            </w: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E80" w:rsidRPr="00A8070F" w:rsidRDefault="00C41E80" w:rsidP="00C41E80">
            <w:pPr>
              <w:rPr>
                <w:lang w:val="en-GB"/>
              </w:rPr>
            </w:pPr>
            <w:proofErr w:type="spellStart"/>
            <w:r w:rsidRPr="00A8070F">
              <w:rPr>
                <w:lang w:val="en-GB"/>
              </w:rPr>
              <w:t>Δι</w:t>
            </w:r>
            <w:proofErr w:type="spellEnd"/>
            <w:r w:rsidRPr="00A8070F">
              <w:rPr>
                <w:lang w:val="en-GB"/>
              </w:rPr>
              <w:t>ακόπτης Ground/Lift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E80" w:rsidRPr="00C41E80" w:rsidRDefault="00C41E80" w:rsidP="00C41E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C41E80"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1E80" w:rsidRPr="00C41E80" w:rsidRDefault="00C41E80" w:rsidP="00C41E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C41E80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1E80" w:rsidRPr="00C41E80" w:rsidRDefault="00C41E80" w:rsidP="00C41E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C41E80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C41E80" w:rsidRPr="00A8070F" w:rsidTr="00C41E80">
        <w:trPr>
          <w:trHeight w:val="273"/>
          <w:jc w:val="center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1E80" w:rsidRPr="00C41E80" w:rsidRDefault="00C41E80" w:rsidP="00C41E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C41E80">
              <w:rPr>
                <w:rFonts w:ascii="Arial" w:eastAsia="Times New Roman" w:hAnsi="Arial" w:cs="Arial"/>
                <w:color w:val="000000"/>
                <w:lang w:eastAsia="el-GR"/>
              </w:rPr>
              <w:t>13</w:t>
            </w: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E80" w:rsidRPr="00A8070F" w:rsidRDefault="00C41E80" w:rsidP="00C41E80">
            <w:pPr>
              <w:rPr>
                <w:lang w:val="en-GB"/>
              </w:rPr>
            </w:pPr>
            <w:proofErr w:type="spellStart"/>
            <w:r w:rsidRPr="00A8070F">
              <w:rPr>
                <w:lang w:val="en-GB"/>
              </w:rPr>
              <w:t>Είσοδοι</w:t>
            </w:r>
            <w:proofErr w:type="spellEnd"/>
            <w:r w:rsidRPr="00A8070F">
              <w:rPr>
                <w:lang w:val="en-GB"/>
              </w:rPr>
              <w:t>: RCA, Jack 6.3 mm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E80" w:rsidRPr="00C41E80" w:rsidRDefault="00C41E80" w:rsidP="00C41E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C41E80"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1E80" w:rsidRPr="00C41E80" w:rsidRDefault="00C41E80" w:rsidP="00C41E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C41E80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1E80" w:rsidRPr="00C41E80" w:rsidRDefault="00C41E80" w:rsidP="00C41E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C41E80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C41E80" w:rsidRPr="00A8070F" w:rsidTr="00C41E80">
        <w:trPr>
          <w:trHeight w:val="273"/>
          <w:jc w:val="center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1E80" w:rsidRPr="00C41E80" w:rsidRDefault="00C41E80" w:rsidP="00C41E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C41E80">
              <w:rPr>
                <w:rFonts w:ascii="Arial" w:eastAsia="Times New Roman" w:hAnsi="Arial" w:cs="Arial"/>
                <w:color w:val="000000"/>
                <w:lang w:eastAsia="el-GR"/>
              </w:rPr>
              <w:t>14</w:t>
            </w: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E80" w:rsidRPr="00C41E80" w:rsidRDefault="00C41E80" w:rsidP="00C41E80">
            <w:pPr>
              <w:rPr>
                <w:lang w:val="en-GB"/>
              </w:rPr>
            </w:pPr>
            <w:proofErr w:type="spellStart"/>
            <w:r w:rsidRPr="00A8070F">
              <w:rPr>
                <w:lang w:val="en-GB"/>
              </w:rPr>
              <w:t>Εξοδοι</w:t>
            </w:r>
            <w:proofErr w:type="spellEnd"/>
            <w:r w:rsidRPr="00C41E80">
              <w:rPr>
                <w:lang w:val="en-GB"/>
              </w:rPr>
              <w:t xml:space="preserve">: </w:t>
            </w:r>
            <w:proofErr w:type="spellStart"/>
            <w:r w:rsidRPr="00C41E80">
              <w:rPr>
                <w:lang w:val="en-GB"/>
              </w:rPr>
              <w:t>Speakon</w:t>
            </w:r>
            <w:proofErr w:type="spellEnd"/>
            <w:r w:rsidRPr="00C41E80">
              <w:rPr>
                <w:lang w:val="en-GB"/>
              </w:rPr>
              <w:t>, jack 6.3 mm, binding connector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E80" w:rsidRPr="00C41E80" w:rsidRDefault="00C41E80" w:rsidP="00C41E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C41E80"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1E80" w:rsidRPr="00C41E80" w:rsidRDefault="00C41E80" w:rsidP="00C41E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C41E80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1E80" w:rsidRPr="00C41E80" w:rsidRDefault="00C41E80" w:rsidP="00C41E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C41E80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C41E80" w:rsidRPr="00A8070F" w:rsidTr="00C41E80">
        <w:trPr>
          <w:trHeight w:val="273"/>
          <w:jc w:val="center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41E80" w:rsidRPr="00C41E80" w:rsidRDefault="00C41E80" w:rsidP="00C41E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C41E80">
              <w:rPr>
                <w:rFonts w:ascii="Arial" w:eastAsia="Times New Roman" w:hAnsi="Arial" w:cs="Arial"/>
                <w:color w:val="000000"/>
                <w:lang w:eastAsia="el-GR"/>
              </w:rPr>
              <w:t>15</w:t>
            </w: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E80" w:rsidRPr="00C41E80" w:rsidRDefault="00C41E80" w:rsidP="00C41E80">
            <w:r w:rsidRPr="00C41E80">
              <w:t>Εγγύηση καλής λειτουργίας για τον πλήρη εξοπλισμό (σε έτη) : &gt;= 2 έτη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1E80" w:rsidRPr="00C41E80" w:rsidRDefault="00C41E80" w:rsidP="00C41E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C41E80"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1E80" w:rsidRPr="00C41E80" w:rsidRDefault="00C41E80" w:rsidP="00C41E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C41E80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41E80" w:rsidRPr="00C41E80" w:rsidRDefault="00C41E80" w:rsidP="00C41E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C41E80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</w:tbl>
    <w:p w:rsidR="004F0A1A" w:rsidRDefault="004F0A1A" w:rsidP="004F0A1A">
      <w:pPr>
        <w:spacing w:after="0" w:line="240" w:lineRule="auto"/>
      </w:pPr>
    </w:p>
    <w:p w:rsidR="004F0A1A" w:rsidRPr="006621F1" w:rsidRDefault="004F0A1A">
      <w:pPr>
        <w:spacing w:after="0" w:line="240" w:lineRule="auto"/>
      </w:pPr>
    </w:p>
    <w:sectPr w:rsidR="004F0A1A" w:rsidRPr="006621F1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9D679EA"/>
    <w:multiLevelType w:val="hybridMultilevel"/>
    <w:tmpl w:val="CBB0CD7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AD83883"/>
    <w:multiLevelType w:val="hybridMultilevel"/>
    <w:tmpl w:val="78DC002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6FB0"/>
    <w:rsid w:val="00110A9B"/>
    <w:rsid w:val="0015565B"/>
    <w:rsid w:val="001913FD"/>
    <w:rsid w:val="001E6292"/>
    <w:rsid w:val="002129F6"/>
    <w:rsid w:val="00226E2D"/>
    <w:rsid w:val="002D2091"/>
    <w:rsid w:val="003C21C2"/>
    <w:rsid w:val="00406FB0"/>
    <w:rsid w:val="00410DB3"/>
    <w:rsid w:val="004C0D01"/>
    <w:rsid w:val="004F0A1A"/>
    <w:rsid w:val="004F4432"/>
    <w:rsid w:val="004F5BC3"/>
    <w:rsid w:val="00500FD4"/>
    <w:rsid w:val="005200A8"/>
    <w:rsid w:val="006621F1"/>
    <w:rsid w:val="006C7B6D"/>
    <w:rsid w:val="00754411"/>
    <w:rsid w:val="00764D69"/>
    <w:rsid w:val="00775065"/>
    <w:rsid w:val="007F5988"/>
    <w:rsid w:val="00863E00"/>
    <w:rsid w:val="00896732"/>
    <w:rsid w:val="00926973"/>
    <w:rsid w:val="00982915"/>
    <w:rsid w:val="009C38D0"/>
    <w:rsid w:val="009E2836"/>
    <w:rsid w:val="00A360FA"/>
    <w:rsid w:val="00A40B4A"/>
    <w:rsid w:val="00A567E4"/>
    <w:rsid w:val="00B8625B"/>
    <w:rsid w:val="00C00B64"/>
    <w:rsid w:val="00C02539"/>
    <w:rsid w:val="00C1128F"/>
    <w:rsid w:val="00C41E80"/>
    <w:rsid w:val="00C50913"/>
    <w:rsid w:val="00C65F02"/>
    <w:rsid w:val="00C86F58"/>
    <w:rsid w:val="00D271C8"/>
    <w:rsid w:val="00DB64D4"/>
    <w:rsid w:val="00DF0E24"/>
    <w:rsid w:val="00EB2777"/>
    <w:rsid w:val="00F41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2C63F9"/>
  <w15:chartTrackingRefBased/>
  <w15:docId w15:val="{A215A092-9CBB-48BE-A886-F12D0F4281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56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2697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26B44366</Template>
  <TotalTime>1</TotalTime>
  <Pages>1</Pages>
  <Words>123</Words>
  <Characters>670</Characters>
  <Application>Microsoft Office Word</Application>
  <DocSecurity>0</DocSecurity>
  <Lines>5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CHATZIGIANNIS KONSTANTINOS</dc:creator>
  <cp:keywords/>
  <dc:description/>
  <cp:lastModifiedBy>CHATZIGIANNIS KONSTANTINOS</cp:lastModifiedBy>
  <cp:revision>4</cp:revision>
  <dcterms:created xsi:type="dcterms:W3CDTF">2025-09-10T09:01:00Z</dcterms:created>
  <dcterms:modified xsi:type="dcterms:W3CDTF">2025-09-11T07:58:00Z</dcterms:modified>
</cp:coreProperties>
</file>